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3F8" w:rsidRPr="005304B5" w:rsidRDefault="001333F8" w:rsidP="006E2090">
      <w:pPr>
        <w:spacing w:after="75" w:line="312" w:lineRule="atLeast"/>
        <w:jc w:val="center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Анкета для родителей</w:t>
      </w:r>
    </w:p>
    <w:p w:rsidR="001333F8" w:rsidRPr="005304B5" w:rsidRDefault="001333F8" w:rsidP="006E2090">
      <w:pPr>
        <w:numPr>
          <w:ilvl w:val="0"/>
          <w:numId w:val="1"/>
        </w:numPr>
        <w:spacing w:before="100" w:beforeAutospacing="1" w:after="75" w:line="312" w:lineRule="atLeast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Вы узнали о введении курса «Основы религиозных культур и светской этики» (ОРКСЭ) из: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СМИ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интернет-источников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на родительском собрании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другое</w:t>
      </w:r>
    </w:p>
    <w:p w:rsidR="001333F8" w:rsidRPr="005304B5" w:rsidRDefault="001333F8" w:rsidP="006E2090">
      <w:pPr>
        <w:numPr>
          <w:ilvl w:val="0"/>
          <w:numId w:val="2"/>
        </w:numPr>
        <w:spacing w:before="100" w:beforeAutospacing="1" w:after="75" w:line="312" w:lineRule="atLeast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Вам понятны цели и задачи курса ОРКСЭ: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да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нет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другое</w:t>
      </w:r>
    </w:p>
    <w:p w:rsidR="001333F8" w:rsidRPr="005304B5" w:rsidRDefault="001333F8" w:rsidP="006E2090">
      <w:pPr>
        <w:numPr>
          <w:ilvl w:val="0"/>
          <w:numId w:val="3"/>
        </w:numPr>
        <w:spacing w:before="100" w:beforeAutospacing="1" w:after="75" w:line="312" w:lineRule="atLeast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Вы разделяете цели и задачи курса ОРКСЭ: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да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нет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другое</w:t>
      </w:r>
    </w:p>
    <w:p w:rsidR="001333F8" w:rsidRPr="005304B5" w:rsidRDefault="001333F8" w:rsidP="006E2090">
      <w:pPr>
        <w:numPr>
          <w:ilvl w:val="0"/>
          <w:numId w:val="4"/>
        </w:numPr>
        <w:spacing w:before="100" w:beforeAutospacing="1" w:after="75" w:line="312" w:lineRule="atLeast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Какие результаты личностного развития вашего ребенка Вы ожидаете по итогам освоения курса ОРКСЭ: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формирование уважительного отношения к иному мнению, истории и культуре других народов;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формирование эстетических потребностей, ценностей и чувств;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осознание своей этнической и национальной принадлежности;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формирование основ российской гражданской идентичности;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333F8" w:rsidRPr="005304B5" w:rsidRDefault="001333F8" w:rsidP="006E2090">
      <w:pPr>
        <w:numPr>
          <w:ilvl w:val="0"/>
          <w:numId w:val="5"/>
        </w:numPr>
        <w:spacing w:before="100" w:beforeAutospacing="1" w:after="75" w:line="312" w:lineRule="atLeast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Какую форму представления результатов освоения курса Вы бы поддержали: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творческий проект;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эссе;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другое.</w:t>
      </w:r>
    </w:p>
    <w:p w:rsidR="001333F8" w:rsidRPr="005304B5" w:rsidRDefault="001333F8" w:rsidP="006E2090">
      <w:pPr>
        <w:numPr>
          <w:ilvl w:val="0"/>
          <w:numId w:val="6"/>
        </w:numPr>
        <w:spacing w:before="100" w:beforeAutospacing="1" w:after="75" w:line="312" w:lineRule="atLeast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Что является для Вас главным основанием при выборе того или иного модуля для изучения Вашим ребенком: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возможность достижения Вашим ребёнком личностных образовательных результатов;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повышение нравственности, развитие способностей младших школьников к общению в многоконфессиональной (многорелигиозной) среде;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другое.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8. Как, по вашему мнению, повлияет изучение этого предмета на ситуацию в обществе – увеличится ли согласие, понимание и уважение к ценностям других?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да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все останется без изменений</w:t>
      </w:r>
    </w:p>
    <w:p w:rsidR="001333F8" w:rsidRPr="005304B5" w:rsidRDefault="001333F8" w:rsidP="006E2090">
      <w:pPr>
        <w:spacing w:after="75" w:line="312" w:lineRule="atLeast"/>
        <w:jc w:val="both"/>
        <w:rPr>
          <w:rFonts w:ascii="Helvetica" w:hAnsi="Helvetica" w:cs="Helvetica"/>
          <w:color w:val="000000"/>
          <w:sz w:val="18"/>
          <w:szCs w:val="18"/>
          <w:lang w:eastAsia="ru-RU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* другое мнение</w:t>
      </w:r>
    </w:p>
    <w:p w:rsidR="001333F8" w:rsidRPr="005304B5" w:rsidRDefault="001333F8" w:rsidP="005304B5">
      <w:pPr>
        <w:spacing w:after="75" w:line="312" w:lineRule="atLeast"/>
        <w:jc w:val="both"/>
        <w:rPr>
          <w:color w:val="000000"/>
        </w:rPr>
      </w:pPr>
      <w:r w:rsidRPr="005304B5">
        <w:rPr>
          <w:rFonts w:ascii="Helvetica" w:hAnsi="Helvetica" w:cs="Helvetica"/>
          <w:color w:val="000000"/>
          <w:sz w:val="18"/>
          <w:szCs w:val="18"/>
          <w:lang w:eastAsia="ru-RU"/>
        </w:rPr>
        <w:t>9. Имеете ли Вы особое мнение по вопросу введения учебного курса «Основы религиозных культур и светской этики»? Какое?</w:t>
      </w:r>
    </w:p>
    <w:sectPr w:rsidR="001333F8" w:rsidRPr="005304B5" w:rsidSect="005304B5">
      <w:pgSz w:w="11906" w:h="16838"/>
      <w:pgMar w:top="360" w:right="56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D27A1"/>
    <w:multiLevelType w:val="multilevel"/>
    <w:tmpl w:val="ED4061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A16B67"/>
    <w:multiLevelType w:val="multilevel"/>
    <w:tmpl w:val="3014C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B0120B"/>
    <w:multiLevelType w:val="multilevel"/>
    <w:tmpl w:val="B6902B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C12F0"/>
    <w:multiLevelType w:val="multilevel"/>
    <w:tmpl w:val="838E59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3C45BB"/>
    <w:multiLevelType w:val="multilevel"/>
    <w:tmpl w:val="D75220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673267"/>
    <w:multiLevelType w:val="multilevel"/>
    <w:tmpl w:val="879842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090"/>
    <w:rsid w:val="00020B87"/>
    <w:rsid w:val="00082AE4"/>
    <w:rsid w:val="000B5578"/>
    <w:rsid w:val="000C0FD0"/>
    <w:rsid w:val="000C1269"/>
    <w:rsid w:val="000C4FAE"/>
    <w:rsid w:val="000D16A4"/>
    <w:rsid w:val="000E0490"/>
    <w:rsid w:val="001012E5"/>
    <w:rsid w:val="0010409D"/>
    <w:rsid w:val="00110011"/>
    <w:rsid w:val="001234C1"/>
    <w:rsid w:val="001333F8"/>
    <w:rsid w:val="00162A3F"/>
    <w:rsid w:val="00166724"/>
    <w:rsid w:val="00175BB4"/>
    <w:rsid w:val="001A6772"/>
    <w:rsid w:val="001B7A18"/>
    <w:rsid w:val="001D5D17"/>
    <w:rsid w:val="001E0887"/>
    <w:rsid w:val="001F4085"/>
    <w:rsid w:val="002647D9"/>
    <w:rsid w:val="00280AE5"/>
    <w:rsid w:val="00292A38"/>
    <w:rsid w:val="002D05FF"/>
    <w:rsid w:val="002D385B"/>
    <w:rsid w:val="00395774"/>
    <w:rsid w:val="003B29F6"/>
    <w:rsid w:val="003D00C7"/>
    <w:rsid w:val="003F3222"/>
    <w:rsid w:val="004541C2"/>
    <w:rsid w:val="004674FB"/>
    <w:rsid w:val="004E0086"/>
    <w:rsid w:val="004F3341"/>
    <w:rsid w:val="00502F52"/>
    <w:rsid w:val="005121B6"/>
    <w:rsid w:val="005304B5"/>
    <w:rsid w:val="00547DDB"/>
    <w:rsid w:val="005643F5"/>
    <w:rsid w:val="005A2287"/>
    <w:rsid w:val="005A67EA"/>
    <w:rsid w:val="005E1580"/>
    <w:rsid w:val="005E7F14"/>
    <w:rsid w:val="006000BB"/>
    <w:rsid w:val="006156DD"/>
    <w:rsid w:val="0062338E"/>
    <w:rsid w:val="00664DC6"/>
    <w:rsid w:val="00665769"/>
    <w:rsid w:val="006679EC"/>
    <w:rsid w:val="006E2090"/>
    <w:rsid w:val="00704584"/>
    <w:rsid w:val="00720598"/>
    <w:rsid w:val="007830C9"/>
    <w:rsid w:val="0078701F"/>
    <w:rsid w:val="00790042"/>
    <w:rsid w:val="0079414B"/>
    <w:rsid w:val="00796137"/>
    <w:rsid w:val="007A2DF2"/>
    <w:rsid w:val="008265DD"/>
    <w:rsid w:val="00871C66"/>
    <w:rsid w:val="00876645"/>
    <w:rsid w:val="0088050D"/>
    <w:rsid w:val="008965F9"/>
    <w:rsid w:val="008A4709"/>
    <w:rsid w:val="008A5666"/>
    <w:rsid w:val="008B170C"/>
    <w:rsid w:val="008B34A2"/>
    <w:rsid w:val="008B49A8"/>
    <w:rsid w:val="008C0C03"/>
    <w:rsid w:val="00904EA6"/>
    <w:rsid w:val="00930B52"/>
    <w:rsid w:val="00940556"/>
    <w:rsid w:val="009A747C"/>
    <w:rsid w:val="009D37D1"/>
    <w:rsid w:val="009D4897"/>
    <w:rsid w:val="009E2754"/>
    <w:rsid w:val="009E5BA6"/>
    <w:rsid w:val="009E744F"/>
    <w:rsid w:val="00A62D92"/>
    <w:rsid w:val="00AB6AFB"/>
    <w:rsid w:val="00B00BA3"/>
    <w:rsid w:val="00B10CB3"/>
    <w:rsid w:val="00B13D6D"/>
    <w:rsid w:val="00B47FD6"/>
    <w:rsid w:val="00B64DA1"/>
    <w:rsid w:val="00B6699F"/>
    <w:rsid w:val="00B70D5C"/>
    <w:rsid w:val="00B85643"/>
    <w:rsid w:val="00B85EAB"/>
    <w:rsid w:val="00BB4F71"/>
    <w:rsid w:val="00C05C50"/>
    <w:rsid w:val="00C24884"/>
    <w:rsid w:val="00C53587"/>
    <w:rsid w:val="00C66BEA"/>
    <w:rsid w:val="00CB2A1B"/>
    <w:rsid w:val="00D26FA8"/>
    <w:rsid w:val="00D851E0"/>
    <w:rsid w:val="00D85F3B"/>
    <w:rsid w:val="00DA0AC1"/>
    <w:rsid w:val="00E041F3"/>
    <w:rsid w:val="00E11D90"/>
    <w:rsid w:val="00E315CF"/>
    <w:rsid w:val="00E40A54"/>
    <w:rsid w:val="00EA31C1"/>
    <w:rsid w:val="00EB071E"/>
    <w:rsid w:val="00F07945"/>
    <w:rsid w:val="00F6034B"/>
    <w:rsid w:val="00F6519D"/>
    <w:rsid w:val="00FA07FF"/>
    <w:rsid w:val="00FA39A0"/>
    <w:rsid w:val="00FB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AF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E2090"/>
    <w:pPr>
      <w:spacing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E20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231</Words>
  <Characters>1323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USEROKT</dc:creator>
  <cp:keywords/>
  <dc:description/>
  <cp:lastModifiedBy>Ирина</cp:lastModifiedBy>
  <cp:revision>2</cp:revision>
  <dcterms:created xsi:type="dcterms:W3CDTF">2012-10-05T19:28:00Z</dcterms:created>
  <dcterms:modified xsi:type="dcterms:W3CDTF">2018-01-26T18:57:00Z</dcterms:modified>
</cp:coreProperties>
</file>